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F1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05C6EFBE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C1D52">
        <w:rPr>
          <w:rFonts w:ascii="Corbel" w:hAnsi="Corbel"/>
          <w:smallCaps/>
          <w:sz w:val="24"/>
          <w:szCs w:val="24"/>
        </w:rPr>
        <w:t>2022-2025</w:t>
      </w:r>
    </w:p>
    <w:p w14:paraId="3A0100F0" w14:textId="1C739574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4C1D52">
        <w:rPr>
          <w:rFonts w:ascii="Corbel" w:hAnsi="Corbel"/>
          <w:sz w:val="20"/>
          <w:szCs w:val="20"/>
        </w:rPr>
        <w:t>3</w:t>
      </w:r>
      <w:r w:rsidR="008E6DA2">
        <w:rPr>
          <w:rFonts w:ascii="Corbel" w:hAnsi="Corbel"/>
          <w:sz w:val="20"/>
          <w:szCs w:val="20"/>
        </w:rPr>
        <w:t>/202</w:t>
      </w:r>
      <w:r w:rsidR="004C1D52">
        <w:rPr>
          <w:rFonts w:ascii="Corbel" w:hAnsi="Corbel"/>
          <w:sz w:val="20"/>
          <w:szCs w:val="20"/>
        </w:rPr>
        <w:t>4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63340493" w:rsidR="008E6DA2" w:rsidRPr="00335A38" w:rsidRDefault="00335A38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5A3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1CA139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1CA139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47AB51B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126A2B8D" w:rsidR="00015B8F" w:rsidRPr="009C54AE" w:rsidRDefault="00B26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6FDA183B" w:rsidR="00015B8F" w:rsidRPr="009C54AE" w:rsidRDefault="1CA13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CA139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5594208D" w:rsidR="009C54AE" w:rsidRDefault="008E6DA2" w:rsidP="1CA13937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1CA13937">
        <w:rPr>
          <w:rFonts w:ascii="Corbel" w:hAnsi="Corbel"/>
          <w:b w:val="0"/>
          <w:smallCaps w:val="0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Solver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Programowanie nieliniowe - warunki konieczne optymalności zadania programowania nieliniowego (metoda Lagrange`a).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Solver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Hurwicza,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Walda, Savage`a,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73EE0" w:rsidRPr="009C54AE" w14:paraId="2F4F40B2" w14:textId="77777777" w:rsidTr="33E1F5D2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2628A" w:rsidRPr="009C54AE" w14:paraId="25E15C03" w14:textId="77777777" w:rsidTr="00CF6BD0">
        <w:tc>
          <w:tcPr>
            <w:tcW w:w="2410" w:type="dxa"/>
            <w:vAlign w:val="center"/>
          </w:tcPr>
          <w:p w14:paraId="0E71C382" w14:textId="570D7C96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10F51989" w14:textId="4AB67E42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944010" w14:textId="77777777" w:rsidTr="00CF6BD0">
        <w:tc>
          <w:tcPr>
            <w:tcW w:w="2410" w:type="dxa"/>
            <w:vAlign w:val="center"/>
          </w:tcPr>
          <w:p w14:paraId="51939E41" w14:textId="3B7165A7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7FF34AA" w14:textId="3B807B6E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53524E" w14:textId="77777777" w:rsidTr="00CF6BD0">
        <w:tc>
          <w:tcPr>
            <w:tcW w:w="2410" w:type="dxa"/>
            <w:vAlign w:val="center"/>
          </w:tcPr>
          <w:p w14:paraId="566A8BA4" w14:textId="0855855F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C4C4080" w14:textId="27B3978D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Ocena dst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dst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db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db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bdb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bdb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1CA13937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1CA13937">
        <w:tc>
          <w:tcPr>
            <w:tcW w:w="4962" w:type="dxa"/>
          </w:tcPr>
          <w:p w14:paraId="5F2F28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094D4EA9" w:rsidR="0085747A" w:rsidRPr="009C54AE" w:rsidRDefault="00335A38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C684156" w14:textId="77777777" w:rsidTr="1CA13937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1CA13937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4AF38547" w:rsidR="00C61DC5" w:rsidRPr="009C54AE" w:rsidRDefault="008B6FD4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91C9C88" w14:textId="77777777" w:rsidTr="1CA13937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5C8B51B2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26B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8D21DEA" w14:textId="77777777" w:rsidTr="1CA13937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2D267A25" w:rsidR="0085747A" w:rsidRPr="009C54AE" w:rsidRDefault="1CA13937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CA139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a, Jerzy Skrzypek, Anna Walkosz.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Jadczaka. -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:Wydawnictwo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statystyczne i optymalizacyjne w arkuszu kalkulacyjnym MS Excel: statystyka i badania operacyjne :praca zbiorowa / pod red. Anny 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 xml:space="preserve">skiej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4E69" w14:textId="77777777" w:rsidR="007D4325" w:rsidRDefault="007D4325" w:rsidP="00C16ABF">
      <w:pPr>
        <w:spacing w:after="0" w:line="240" w:lineRule="auto"/>
      </w:pPr>
      <w:r>
        <w:separator/>
      </w:r>
    </w:p>
  </w:endnote>
  <w:endnote w:type="continuationSeparator" w:id="0">
    <w:p w14:paraId="742E0F1E" w14:textId="77777777" w:rsidR="007D4325" w:rsidRDefault="007D43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543B" w14:textId="77777777" w:rsidR="007D4325" w:rsidRDefault="007D4325" w:rsidP="00C16ABF">
      <w:pPr>
        <w:spacing w:after="0" w:line="240" w:lineRule="auto"/>
      </w:pPr>
      <w:r>
        <w:separator/>
      </w:r>
    </w:p>
  </w:footnote>
  <w:footnote w:type="continuationSeparator" w:id="0">
    <w:p w14:paraId="15047C47" w14:textId="77777777" w:rsidR="007D4325" w:rsidRDefault="007D4325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581573">
    <w:abstractNumId w:val="0"/>
  </w:num>
  <w:num w:numId="2" w16cid:durableId="1959141715">
    <w:abstractNumId w:val="1"/>
  </w:num>
  <w:num w:numId="3" w16cid:durableId="342829198">
    <w:abstractNumId w:val="3"/>
  </w:num>
  <w:num w:numId="4" w16cid:durableId="112408465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35A38"/>
    <w:rsid w:val="003409C9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C1D52"/>
    <w:rsid w:val="004D5282"/>
    <w:rsid w:val="004F1551"/>
    <w:rsid w:val="004F55A3"/>
    <w:rsid w:val="004F6834"/>
    <w:rsid w:val="00500836"/>
    <w:rsid w:val="0050496F"/>
    <w:rsid w:val="00513B6F"/>
    <w:rsid w:val="00517C63"/>
    <w:rsid w:val="005363C4"/>
    <w:rsid w:val="00536BDE"/>
    <w:rsid w:val="00543ACC"/>
    <w:rsid w:val="00564555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6B9"/>
    <w:rsid w:val="007D4325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96706"/>
    <w:rsid w:val="008A45F7"/>
    <w:rsid w:val="008B117E"/>
    <w:rsid w:val="008B6FD4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2628A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5E7D"/>
    <w:rsid w:val="068902FD"/>
    <w:rsid w:val="0D3F8AEA"/>
    <w:rsid w:val="0E724744"/>
    <w:rsid w:val="1199282B"/>
    <w:rsid w:val="17AE84CB"/>
    <w:rsid w:val="18ECA813"/>
    <w:rsid w:val="194A552C"/>
    <w:rsid w:val="1B0BA9B3"/>
    <w:rsid w:val="1C209732"/>
    <w:rsid w:val="1CA13937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057C43-C368-47AB-9397-8C9AE13DD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4A937-A07C-43CA-B39D-2ADB6731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1059</Words>
  <Characters>6359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25</cp:revision>
  <cp:lastPrinted>2019-02-06T12:12:00Z</cp:lastPrinted>
  <dcterms:created xsi:type="dcterms:W3CDTF">2020-11-21T11:00:00Z</dcterms:created>
  <dcterms:modified xsi:type="dcterms:W3CDTF">2022-05-31T19:28:00Z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